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3A2B58" w14:textId="696B84A9" w:rsidR="00FE320B" w:rsidRPr="00450F0B" w:rsidRDefault="00D465D5" w:rsidP="000816CB">
      <w:pPr>
        <w:pStyle w:val="Titel"/>
      </w:pPr>
      <w:bookmarkStart w:id="0" w:name="_GoBack"/>
      <w:bookmarkEnd w:id="0"/>
      <w:r w:rsidRPr="00450F0B">
        <w:rPr>
          <w:sz w:val="18"/>
        </w:rPr>
        <w:drawing>
          <wp:anchor distT="0" distB="0" distL="114300" distR="114300" simplePos="0" relativeHeight="251658240" behindDoc="0" locked="0" layoutInCell="1" allowOverlap="1" wp14:editId="4812E358">
            <wp:simplePos x="0" y="0"/>
            <wp:positionH relativeFrom="column">
              <wp:posOffset>4272280</wp:posOffset>
            </wp:positionH>
            <wp:positionV relativeFrom="paragraph">
              <wp:posOffset>-175895</wp:posOffset>
            </wp:positionV>
            <wp:extent cx="1381125" cy="857250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ceHolder.em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16CB" w:rsidRPr="00450F0B">
        <w:t>Purchase Offer</w:t>
      </w:r>
    </w:p>
    <w:p w14:paraId="5B9D84D7" w14:textId="77777777" w:rsidR="000816CB" w:rsidRPr="00450F0B" w:rsidRDefault="000816CB" w:rsidP="000816CB">
      <w:pPr>
        <w:pStyle w:val="berschrift1"/>
      </w:pPr>
    </w:p>
    <w:tbl>
      <w:tblPr>
        <w:tblStyle w:val="Tabellengitternetz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0816CB" w:rsidRPr="00450F0B" w14:paraId="63A95EE2" w14:textId="77777777" w:rsidTr="000816CB">
        <w:sdt>
          <w:sdtPr>
            <w:id w:val="11796032"/>
            <w:placeholder>
              <w:docPart w:val="DefaultPlaceholder_22675703"/>
            </w:placeholder>
            <w:showingPlcHdr/>
            <w:text/>
          </w:sdtPr>
          <w:sdtEndPr/>
          <w:sdtContent>
            <w:tc>
              <w:tcPr>
                <w:tcW w:w="8931" w:type="dxa"/>
                <w:shd w:val="clear" w:color="auto" w:fill="F2F2F2" w:themeFill="background1" w:themeFillShade="F2"/>
              </w:tcPr>
              <w:p w14:paraId="44FE1CF3" w14:textId="77777777" w:rsidR="000816CB" w:rsidRPr="00450F0B" w:rsidRDefault="000816CB">
                <w:r w:rsidRPr="00450F0B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</w:tbl>
    <w:p w14:paraId="73A9DE50" w14:textId="77777777" w:rsidR="000816CB" w:rsidRPr="00450F0B" w:rsidRDefault="000816CB">
      <w:pPr>
        <w:rPr>
          <w:sz w:val="18"/>
        </w:rPr>
      </w:pPr>
      <w:r w:rsidRPr="00450F0B">
        <w:rPr>
          <w:sz w:val="18"/>
        </w:rPr>
        <w:t>Property Address</w:t>
      </w:r>
    </w:p>
    <w:tbl>
      <w:tblPr>
        <w:tblStyle w:val="Tabellengitternetz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0816CB" w:rsidRPr="00450F0B" w14:paraId="023DCDA1" w14:textId="77777777" w:rsidTr="00146C0C">
        <w:sdt>
          <w:sdtPr>
            <w:id w:val="11796033"/>
            <w:placeholder>
              <w:docPart w:val="15F0243EA50F4DF9A5EECDCAA2A39F82"/>
            </w:placeholder>
            <w:showingPlcHdr/>
            <w:text/>
          </w:sdtPr>
          <w:sdtEndPr/>
          <w:sdtContent>
            <w:tc>
              <w:tcPr>
                <w:tcW w:w="8931" w:type="dxa"/>
                <w:shd w:val="clear" w:color="auto" w:fill="F2F2F2" w:themeFill="background1" w:themeFillShade="F2"/>
              </w:tcPr>
              <w:p w14:paraId="56C29793" w14:textId="77777777" w:rsidR="000816CB" w:rsidRPr="00450F0B" w:rsidRDefault="000816CB" w:rsidP="00146C0C">
                <w:r w:rsidRPr="00450F0B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</w:tbl>
    <w:p w14:paraId="18064A32" w14:textId="77777777" w:rsidR="000816CB" w:rsidRPr="00450F0B" w:rsidRDefault="000816CB" w:rsidP="000816CB">
      <w:pPr>
        <w:rPr>
          <w:sz w:val="18"/>
        </w:rPr>
      </w:pPr>
      <w:r w:rsidRPr="00450F0B">
        <w:rPr>
          <w:sz w:val="18"/>
        </w:rPr>
        <w:t>Full Name of Buyer</w:t>
      </w:r>
    </w:p>
    <w:tbl>
      <w:tblPr>
        <w:tblStyle w:val="Tabellengitternetz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0816CB" w:rsidRPr="00450F0B" w14:paraId="28B51EDC" w14:textId="77777777" w:rsidTr="00146C0C">
        <w:sdt>
          <w:sdtPr>
            <w:id w:val="11796034"/>
            <w:placeholder>
              <w:docPart w:val="D6D2A9B81A7A46529FD0A83E0C8F82C8"/>
            </w:placeholder>
            <w:showingPlcHdr/>
            <w:text/>
          </w:sdtPr>
          <w:sdtEndPr/>
          <w:sdtContent>
            <w:tc>
              <w:tcPr>
                <w:tcW w:w="8931" w:type="dxa"/>
                <w:shd w:val="clear" w:color="auto" w:fill="F2F2F2" w:themeFill="background1" w:themeFillShade="F2"/>
              </w:tcPr>
              <w:p w14:paraId="44591631" w14:textId="77777777" w:rsidR="000816CB" w:rsidRPr="00450F0B" w:rsidRDefault="000816CB" w:rsidP="00146C0C">
                <w:r w:rsidRPr="00450F0B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</w:tbl>
    <w:p w14:paraId="476D9538" w14:textId="77777777" w:rsidR="000816CB" w:rsidRPr="00450F0B" w:rsidRDefault="000816CB" w:rsidP="000816CB">
      <w:pPr>
        <w:rPr>
          <w:sz w:val="18"/>
        </w:rPr>
      </w:pPr>
      <w:r w:rsidRPr="00450F0B">
        <w:rPr>
          <w:sz w:val="18"/>
        </w:rPr>
        <w:t>Buyer Address</w:t>
      </w:r>
    </w:p>
    <w:tbl>
      <w:tblPr>
        <w:tblStyle w:val="Tabellengitternetz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0816CB" w:rsidRPr="00450F0B" w14:paraId="40551C62" w14:textId="77777777" w:rsidTr="00146C0C">
        <w:sdt>
          <w:sdtPr>
            <w:id w:val="11796035"/>
            <w:placeholder>
              <w:docPart w:val="DF84FAE8F0164D0FB42B94ACA607CF08"/>
            </w:placeholder>
            <w:showingPlcHdr/>
            <w:text/>
          </w:sdtPr>
          <w:sdtEndPr/>
          <w:sdtContent>
            <w:tc>
              <w:tcPr>
                <w:tcW w:w="8931" w:type="dxa"/>
                <w:shd w:val="clear" w:color="auto" w:fill="F2F2F2" w:themeFill="background1" w:themeFillShade="F2"/>
              </w:tcPr>
              <w:p w14:paraId="52026121" w14:textId="77777777" w:rsidR="000816CB" w:rsidRPr="00450F0B" w:rsidRDefault="000816CB" w:rsidP="00146C0C">
                <w:r w:rsidRPr="00450F0B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</w:tbl>
    <w:p w14:paraId="1C2EBCF0" w14:textId="77777777" w:rsidR="000816CB" w:rsidRPr="00450F0B" w:rsidRDefault="000816CB" w:rsidP="000816CB">
      <w:pPr>
        <w:rPr>
          <w:sz w:val="18"/>
        </w:rPr>
      </w:pPr>
      <w:r w:rsidRPr="00450F0B">
        <w:rPr>
          <w:sz w:val="18"/>
        </w:rPr>
        <w:t>Phone Number/s</w:t>
      </w:r>
    </w:p>
    <w:tbl>
      <w:tblPr>
        <w:tblStyle w:val="Tabellengitternetz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0816CB" w:rsidRPr="00450F0B" w14:paraId="1A45CCAA" w14:textId="77777777" w:rsidTr="00146C0C">
        <w:sdt>
          <w:sdtPr>
            <w:id w:val="11796036"/>
            <w:placeholder>
              <w:docPart w:val="33A0D1E274AA4BE2AA0418E5B059C663"/>
            </w:placeholder>
            <w:showingPlcHdr/>
            <w:text/>
          </w:sdtPr>
          <w:sdtEndPr/>
          <w:sdtContent>
            <w:tc>
              <w:tcPr>
                <w:tcW w:w="8931" w:type="dxa"/>
                <w:shd w:val="clear" w:color="auto" w:fill="F2F2F2" w:themeFill="background1" w:themeFillShade="F2"/>
              </w:tcPr>
              <w:p w14:paraId="4812F4CA" w14:textId="77777777" w:rsidR="000816CB" w:rsidRPr="00450F0B" w:rsidRDefault="000816CB" w:rsidP="00146C0C">
                <w:r w:rsidRPr="00450F0B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</w:tbl>
    <w:p w14:paraId="02C96316" w14:textId="1997A397" w:rsidR="000816CB" w:rsidRPr="00450F0B" w:rsidRDefault="000816CB" w:rsidP="000816CB">
      <w:pPr>
        <w:rPr>
          <w:sz w:val="18"/>
        </w:rPr>
      </w:pPr>
      <w:r w:rsidRPr="00450F0B">
        <w:rPr>
          <w:sz w:val="18"/>
        </w:rPr>
        <w:t>E-Mail Address</w:t>
      </w:r>
    </w:p>
    <w:p w14:paraId="02EB07DB" w14:textId="77777777" w:rsidR="000816CB" w:rsidRPr="00450F0B" w:rsidRDefault="000816CB" w:rsidP="000816CB">
      <w:pPr>
        <w:pStyle w:val="berschrift1"/>
      </w:pPr>
    </w:p>
    <w:tbl>
      <w:tblPr>
        <w:tblStyle w:val="Tabellengitternetz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0816CB" w:rsidRPr="00450F0B" w14:paraId="439EB6BA" w14:textId="77777777" w:rsidTr="00146C0C">
        <w:sdt>
          <w:sdtPr>
            <w:id w:val="11796037"/>
            <w:placeholder>
              <w:docPart w:val="C17B403ED9134AE3BEF087944E1619E4"/>
            </w:placeholder>
            <w:showingPlcHdr/>
            <w:text/>
          </w:sdtPr>
          <w:sdtEndPr/>
          <w:sdtContent>
            <w:tc>
              <w:tcPr>
                <w:tcW w:w="8931" w:type="dxa"/>
                <w:shd w:val="clear" w:color="auto" w:fill="F2F2F2" w:themeFill="background1" w:themeFillShade="F2"/>
              </w:tcPr>
              <w:p w14:paraId="0D990D45" w14:textId="77777777" w:rsidR="000816CB" w:rsidRPr="00450F0B" w:rsidRDefault="000816CB" w:rsidP="00146C0C">
                <w:r w:rsidRPr="00450F0B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</w:tbl>
    <w:p w14:paraId="3AD4C54C" w14:textId="77777777" w:rsidR="000816CB" w:rsidRPr="00450F0B" w:rsidRDefault="000816CB" w:rsidP="000816CB">
      <w:pPr>
        <w:rPr>
          <w:sz w:val="18"/>
        </w:rPr>
      </w:pPr>
      <w:r w:rsidRPr="00450F0B">
        <w:rPr>
          <w:sz w:val="18"/>
        </w:rPr>
        <w:t>Offer Price</w:t>
      </w:r>
    </w:p>
    <w:tbl>
      <w:tblPr>
        <w:tblStyle w:val="Tabellengitternetz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0816CB" w:rsidRPr="00450F0B" w14:paraId="4B51FC48" w14:textId="77777777" w:rsidTr="00146C0C">
        <w:sdt>
          <w:sdtPr>
            <w:id w:val="11796038"/>
            <w:placeholder>
              <w:docPart w:val="21154615AD1545CCA227633AF0733AB1"/>
            </w:placeholder>
            <w:showingPlcHdr/>
            <w:text/>
          </w:sdtPr>
          <w:sdtEndPr/>
          <w:sdtContent>
            <w:tc>
              <w:tcPr>
                <w:tcW w:w="8931" w:type="dxa"/>
                <w:shd w:val="clear" w:color="auto" w:fill="F2F2F2" w:themeFill="background1" w:themeFillShade="F2"/>
              </w:tcPr>
              <w:p w14:paraId="0FA1C011" w14:textId="77777777" w:rsidR="000816CB" w:rsidRPr="00450F0B" w:rsidRDefault="000816CB" w:rsidP="00146C0C">
                <w:r w:rsidRPr="00450F0B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</w:tbl>
    <w:p w14:paraId="23482129" w14:textId="77777777" w:rsidR="000816CB" w:rsidRPr="00450F0B" w:rsidRDefault="000816CB" w:rsidP="000816CB">
      <w:pPr>
        <w:rPr>
          <w:sz w:val="18"/>
        </w:rPr>
      </w:pPr>
      <w:r w:rsidRPr="00450F0B">
        <w:rPr>
          <w:sz w:val="18"/>
        </w:rPr>
        <w:t>Deposit</w:t>
      </w:r>
    </w:p>
    <w:p w14:paraId="212CF4EB" w14:textId="77777777" w:rsidR="000816CB" w:rsidRPr="00450F0B" w:rsidRDefault="000816CB" w:rsidP="000816CB">
      <w:pPr>
        <w:rPr>
          <w:sz w:val="18"/>
        </w:rPr>
      </w:pPr>
    </w:p>
    <w:p w14:paraId="54BC98BD" w14:textId="77777777" w:rsidR="000816CB" w:rsidRPr="00450F0B" w:rsidRDefault="000816CB" w:rsidP="000816CB">
      <w:pPr>
        <w:rPr>
          <w:sz w:val="18"/>
        </w:rPr>
      </w:pPr>
      <w:r w:rsidRPr="00450F0B">
        <w:rPr>
          <w:sz w:val="18"/>
        </w:rPr>
        <w:t>CONDITIONAL UPON (tick where required):</w:t>
      </w:r>
    </w:p>
    <w:p w14:paraId="623C5B6E" w14:textId="3126FE59" w:rsidR="000816CB" w:rsidRPr="00450F0B" w:rsidRDefault="008829C1" w:rsidP="00D465D5">
      <w:pPr>
        <w:pStyle w:val="Listenabsatz"/>
        <w:numPr>
          <w:ilvl w:val="0"/>
          <w:numId w:val="1"/>
        </w:numPr>
        <w:rPr>
          <w:sz w:val="18"/>
        </w:rPr>
      </w:pPr>
      <w:r w:rsidRPr="00450F0B">
        <w:rPr>
          <w:sz w:val="18"/>
        </w:rPr>
        <w:t>Building &amp; Pest Inspections</w:t>
      </w:r>
      <w:r w:rsidRPr="00450F0B">
        <w:rPr>
          <w:sz w:val="18"/>
        </w:rPr>
        <w:tab/>
      </w:r>
      <w:r w:rsidRPr="00450F0B">
        <w:rPr>
          <w:sz w:val="18"/>
        </w:rPr>
        <w:tab/>
      </w:r>
      <w:sdt>
        <w:sdtPr>
          <w:rPr>
            <w:rFonts w:ascii="MS Gothic" w:eastAsia="MS Gothic"/>
            <w:sz w:val="18"/>
          </w:rPr>
          <w:id w:val="19168909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50F0B">
            <w:rPr>
              <w:rFonts w:ascii="MS Gothic" w:eastAsia="MS Gothic"/>
              <w:sz w:val="18"/>
            </w:rPr>
            <w:t>☐</w:t>
          </w:r>
        </w:sdtContent>
      </w:sdt>
      <w:r w:rsidRPr="00450F0B">
        <w:rPr>
          <w:sz w:val="18"/>
        </w:rPr>
        <w:t xml:space="preserve"> </w:t>
      </w:r>
      <w:r w:rsidR="000816CB" w:rsidRPr="00450F0B">
        <w:rPr>
          <w:sz w:val="18"/>
        </w:rPr>
        <w:t xml:space="preserve">within </w:t>
      </w:r>
      <w:sdt>
        <w:sdtPr>
          <w:id w:val="1966843747"/>
          <w:placeholder>
            <w:docPart w:val="DefaultPlaceholder_1082065158"/>
          </w:placeholder>
          <w:showingPlcHdr/>
          <w:text/>
        </w:sdtPr>
        <w:sdtContent>
          <w:r w:rsidRPr="00450F0B">
            <w:rPr>
              <w:rStyle w:val="Platzhaltertext"/>
            </w:rPr>
            <w:t>Klicken Sie hier, um Text einzugeben.</w:t>
          </w:r>
        </w:sdtContent>
      </w:sdt>
      <w:r w:rsidR="000816CB" w:rsidRPr="00450F0B">
        <w:rPr>
          <w:sz w:val="18"/>
        </w:rPr>
        <w:t xml:space="preserve"> days</w:t>
      </w:r>
    </w:p>
    <w:p w14:paraId="408C83D2" w14:textId="394BE5BE" w:rsidR="000816CB" w:rsidRPr="00450F0B" w:rsidRDefault="000816CB" w:rsidP="00D465D5">
      <w:pPr>
        <w:pStyle w:val="Listenabsatz"/>
        <w:numPr>
          <w:ilvl w:val="0"/>
          <w:numId w:val="1"/>
        </w:numPr>
        <w:rPr>
          <w:sz w:val="18"/>
        </w:rPr>
      </w:pPr>
      <w:r w:rsidRPr="00450F0B">
        <w:rPr>
          <w:sz w:val="18"/>
        </w:rPr>
        <w:t>Written Financ</w:t>
      </w:r>
      <w:r w:rsidR="008829C1" w:rsidRPr="00450F0B">
        <w:rPr>
          <w:sz w:val="18"/>
        </w:rPr>
        <w:t>e Approval</w:t>
      </w:r>
      <w:r w:rsidR="008829C1" w:rsidRPr="00450F0B">
        <w:rPr>
          <w:sz w:val="18"/>
        </w:rPr>
        <w:tab/>
      </w:r>
      <w:r w:rsidR="008829C1" w:rsidRPr="00450F0B">
        <w:rPr>
          <w:sz w:val="18"/>
        </w:rPr>
        <w:tab/>
      </w:r>
      <w:sdt>
        <w:sdtPr>
          <w:rPr>
            <w:rFonts w:ascii="MS Gothic" w:eastAsia="MS Gothic" w:hAnsi="MS Gothic"/>
            <w:sz w:val="18"/>
          </w:rPr>
          <w:id w:val="-4789168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829C1" w:rsidRPr="00450F0B">
            <w:rPr>
              <w:rFonts w:ascii="MS Gothic" w:eastAsia="MS Gothic" w:hAnsi="MS Gothic"/>
              <w:sz w:val="18"/>
            </w:rPr>
            <w:t>☐</w:t>
          </w:r>
        </w:sdtContent>
      </w:sdt>
      <w:r w:rsidRPr="00450F0B">
        <w:rPr>
          <w:sz w:val="18"/>
        </w:rPr>
        <w:t xml:space="preserve">within </w:t>
      </w:r>
      <w:sdt>
        <w:sdtPr>
          <w:id w:val="-1696688409"/>
          <w:placeholder>
            <w:docPart w:val="DefaultPlaceholder_1082065158"/>
          </w:placeholder>
          <w:showingPlcHdr/>
          <w:text/>
        </w:sdtPr>
        <w:sdtContent>
          <w:r w:rsidR="008829C1" w:rsidRPr="00450F0B">
            <w:rPr>
              <w:rStyle w:val="Platzhaltertext"/>
            </w:rPr>
            <w:t>Klicken Sie hier, um Text einzugeben.</w:t>
          </w:r>
        </w:sdtContent>
      </w:sdt>
      <w:r w:rsidRPr="00450F0B">
        <w:rPr>
          <w:sz w:val="18"/>
        </w:rPr>
        <w:t xml:space="preserve"> days</w:t>
      </w:r>
    </w:p>
    <w:p w14:paraId="69A9E89A" w14:textId="3EF26AFE" w:rsidR="000816CB" w:rsidRPr="00450F0B" w:rsidRDefault="000816CB" w:rsidP="00D465D5">
      <w:pPr>
        <w:pStyle w:val="Listenabsatz"/>
        <w:numPr>
          <w:ilvl w:val="0"/>
          <w:numId w:val="1"/>
        </w:numPr>
        <w:rPr>
          <w:sz w:val="18"/>
        </w:rPr>
      </w:pPr>
      <w:r w:rsidRPr="00450F0B">
        <w:rPr>
          <w:sz w:val="18"/>
        </w:rPr>
        <w:t>Cash (no finance required)</w:t>
      </w:r>
      <w:r w:rsidR="008829C1" w:rsidRPr="00450F0B">
        <w:rPr>
          <w:sz w:val="18"/>
        </w:rPr>
        <w:tab/>
      </w:r>
      <w:r w:rsidR="008829C1" w:rsidRPr="00450F0B">
        <w:rPr>
          <w:sz w:val="18"/>
        </w:rPr>
        <w:tab/>
      </w:r>
      <w:sdt>
        <w:sdtPr>
          <w:rPr>
            <w:rFonts w:ascii="MS Gothic" w:eastAsia="MS Gothic" w:hAnsi="MS Gothic"/>
            <w:sz w:val="18"/>
          </w:rPr>
          <w:id w:val="-19523964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829C1" w:rsidRPr="00450F0B">
            <w:rPr>
              <w:rFonts w:ascii="MS Gothic" w:eastAsia="MS Gothic" w:hAnsi="MS Gothic"/>
              <w:sz w:val="18"/>
            </w:rPr>
            <w:t>☐</w:t>
          </w:r>
        </w:sdtContent>
      </w:sdt>
    </w:p>
    <w:p w14:paraId="364D4991" w14:textId="7729535B" w:rsidR="000816CB" w:rsidRPr="00450F0B" w:rsidRDefault="000816CB" w:rsidP="00D465D5">
      <w:pPr>
        <w:pStyle w:val="Listenabsatz"/>
        <w:numPr>
          <w:ilvl w:val="0"/>
          <w:numId w:val="1"/>
        </w:numPr>
        <w:rPr>
          <w:sz w:val="18"/>
        </w:rPr>
      </w:pPr>
      <w:r w:rsidRPr="00450F0B">
        <w:rPr>
          <w:sz w:val="18"/>
        </w:rPr>
        <w:t>Sale of existing property</w:t>
      </w:r>
      <w:r w:rsidRPr="00450F0B">
        <w:rPr>
          <w:sz w:val="18"/>
        </w:rPr>
        <w:tab/>
      </w:r>
      <w:r w:rsidRPr="00450F0B">
        <w:rPr>
          <w:sz w:val="18"/>
        </w:rPr>
        <w:tab/>
      </w:r>
      <w:sdt>
        <w:sdtPr>
          <w:rPr>
            <w:rFonts w:ascii="MS Gothic" w:eastAsia="MS Gothic" w:hAnsi="MS Gothic"/>
            <w:sz w:val="18"/>
          </w:rPr>
          <w:id w:val="-13350667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829C1" w:rsidRPr="00450F0B">
            <w:rPr>
              <w:rFonts w:ascii="MS Gothic" w:eastAsia="MS Gothic" w:hAnsi="MS Gothic"/>
              <w:sz w:val="18"/>
            </w:rPr>
            <w:t>☐</w:t>
          </w:r>
        </w:sdtContent>
      </w:sdt>
      <w:r w:rsidR="008829C1" w:rsidRPr="00450F0B">
        <w:rPr>
          <w:sz w:val="18"/>
        </w:rPr>
        <w:t xml:space="preserve"> </w:t>
      </w:r>
      <w:proofErr w:type="gramStart"/>
      <w:r w:rsidRPr="00450F0B">
        <w:rPr>
          <w:sz w:val="18"/>
        </w:rPr>
        <w:t>Is</w:t>
      </w:r>
      <w:proofErr w:type="gramEnd"/>
      <w:r w:rsidRPr="00450F0B">
        <w:rPr>
          <w:sz w:val="18"/>
        </w:rPr>
        <w:t xml:space="preserve"> the property currently on the market?</w:t>
      </w:r>
      <w:r w:rsidRPr="00450F0B">
        <w:rPr>
          <w:sz w:val="18"/>
        </w:rPr>
        <w:tab/>
        <w:t>YES  /  NO</w:t>
      </w:r>
    </w:p>
    <w:p w14:paraId="4E0C0F8C" w14:textId="77777777" w:rsidR="000816CB" w:rsidRPr="00450F0B" w:rsidRDefault="000816CB" w:rsidP="000816CB">
      <w:pPr>
        <w:rPr>
          <w:sz w:val="18"/>
        </w:rPr>
      </w:pPr>
    </w:p>
    <w:p w14:paraId="3FBD5FD3" w14:textId="77777777" w:rsidR="000816CB" w:rsidRPr="00450F0B" w:rsidRDefault="000816CB" w:rsidP="000816CB">
      <w:pPr>
        <w:rPr>
          <w:sz w:val="18"/>
        </w:rPr>
      </w:pPr>
      <w:r w:rsidRPr="00450F0B">
        <w:rPr>
          <w:sz w:val="18"/>
        </w:rPr>
        <w:t xml:space="preserve">PREFERRED SETTLEMENT PERIOD: </w:t>
      </w:r>
      <w:r w:rsidRPr="00450F0B">
        <w:rPr>
          <w:sz w:val="18"/>
        </w:rPr>
        <w:tab/>
        <w:t xml:space="preserve">30 </w:t>
      </w:r>
      <w:proofErr w:type="gramStart"/>
      <w:r w:rsidRPr="00450F0B">
        <w:rPr>
          <w:sz w:val="18"/>
        </w:rPr>
        <w:t>days  /</w:t>
      </w:r>
      <w:proofErr w:type="gramEnd"/>
      <w:r w:rsidRPr="00450F0B">
        <w:rPr>
          <w:sz w:val="18"/>
        </w:rPr>
        <w:t xml:space="preserve">  longer if possible</w:t>
      </w:r>
    </w:p>
    <w:p w14:paraId="5F12060E" w14:textId="226CAD95" w:rsidR="000816CB" w:rsidRPr="00450F0B" w:rsidRDefault="008829C1" w:rsidP="00B050C5">
      <w:pPr>
        <w:tabs>
          <w:tab w:val="left" w:pos="4290"/>
          <w:tab w:val="left" w:pos="6600"/>
        </w:tabs>
        <w:rPr>
          <w:sz w:val="18"/>
        </w:rPr>
      </w:pPr>
      <w:r w:rsidRPr="00450F0B">
        <w:rPr>
          <w:sz w:val="18"/>
        </w:rPr>
        <w:tab/>
      </w:r>
      <w:r w:rsidR="00B050C5" w:rsidRPr="00450F0B">
        <w:rPr>
          <w:sz w:val="18"/>
        </w:rPr>
        <w:tab/>
      </w:r>
    </w:p>
    <w:p w14:paraId="517F3036" w14:textId="3212892B" w:rsidR="000816CB" w:rsidRPr="00450F0B" w:rsidRDefault="008829C1" w:rsidP="000816CB">
      <w:pPr>
        <w:rPr>
          <w:sz w:val="18"/>
        </w:rPr>
      </w:pPr>
      <w:r w:rsidRPr="00450F0B">
        <w:rPr>
          <w:sz w:val="18"/>
        </w:rPr>
        <w:t xml:space="preserve">Date: </w:t>
      </w:r>
      <w:sdt>
        <w:sdtPr>
          <w:rPr>
            <w:sz w:val="18"/>
          </w:rPr>
          <w:id w:val="658587588"/>
          <w:placeholder>
            <w:docPart w:val="DefaultPlaceholder_1082065160"/>
          </w:placeholder>
          <w:showingPlcHdr/>
          <w:date>
            <w:dateFormat w:val="dd.MM.yyyy"/>
            <w:lid w:val="de-DE"/>
            <w:storeMappedDataAs w:val="dateTime"/>
            <w:calendar w:val="gregorian"/>
          </w:date>
        </w:sdtPr>
        <w:sdtContent>
          <w:r w:rsidRPr="00450F0B">
            <w:rPr>
              <w:rStyle w:val="Platzhaltertext"/>
            </w:rPr>
            <w:t>Klicken Sie hier, um ein Datum einzugeben.</w:t>
          </w:r>
        </w:sdtContent>
      </w:sdt>
    </w:p>
    <w:p w14:paraId="17695B64" w14:textId="77777777" w:rsidR="000816CB" w:rsidRPr="00450F0B" w:rsidRDefault="000816CB" w:rsidP="000816CB">
      <w:pPr>
        <w:rPr>
          <w:sz w:val="18"/>
        </w:rPr>
      </w:pPr>
    </w:p>
    <w:p w14:paraId="3FE3C1A7" w14:textId="77777777" w:rsidR="000816CB" w:rsidRPr="00450F0B" w:rsidRDefault="000816CB" w:rsidP="000816CB">
      <w:pPr>
        <w:rPr>
          <w:sz w:val="18"/>
        </w:rPr>
      </w:pPr>
    </w:p>
    <w:p w14:paraId="1F88F198" w14:textId="77777777" w:rsidR="000816CB" w:rsidRPr="00450F0B" w:rsidRDefault="000816CB" w:rsidP="000816CB">
      <w:pPr>
        <w:rPr>
          <w:sz w:val="18"/>
        </w:rPr>
      </w:pPr>
    </w:p>
    <w:tbl>
      <w:tblPr>
        <w:tblStyle w:val="Tabellengitternetz"/>
        <w:tblW w:w="0" w:type="auto"/>
        <w:tblInd w:w="108" w:type="dxa"/>
        <w:tblLook w:val="04A0" w:firstRow="1" w:lastRow="0" w:firstColumn="1" w:lastColumn="0" w:noHBand="0" w:noVBand="1"/>
      </w:tblPr>
      <w:tblGrid>
        <w:gridCol w:w="6237"/>
      </w:tblGrid>
      <w:tr w:rsidR="00B050C5" w:rsidRPr="00450F0B" w14:paraId="35AC7DFA" w14:textId="77777777" w:rsidTr="00B050C5"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D4B87FB" w14:textId="193F3F87" w:rsidR="00B050C5" w:rsidRPr="00450F0B" w:rsidRDefault="00B050C5" w:rsidP="00B050C5">
            <w:pPr>
              <w:rPr>
                <w:sz w:val="44"/>
              </w:rPr>
            </w:pPr>
          </w:p>
        </w:tc>
      </w:tr>
    </w:tbl>
    <w:p w14:paraId="63A92A76" w14:textId="2A74DF4F" w:rsidR="000816CB" w:rsidRPr="00450F0B" w:rsidRDefault="00B050C5">
      <w:pPr>
        <w:rPr>
          <w:sz w:val="18"/>
        </w:rPr>
      </w:pPr>
      <w:r w:rsidRPr="00450F0B">
        <w:rPr>
          <w:sz w:val="18"/>
        </w:rPr>
        <w:t>Buyer</w:t>
      </w:r>
    </w:p>
    <w:sectPr w:rsidR="000816CB" w:rsidRPr="00450F0B" w:rsidSect="00E2298C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0FC124" w14:textId="77777777" w:rsidR="00B050C5" w:rsidRDefault="00B050C5" w:rsidP="00B050C5">
      <w:pPr>
        <w:spacing w:after="0" w:line="240" w:lineRule="auto"/>
      </w:pPr>
      <w:r>
        <w:separator/>
      </w:r>
    </w:p>
  </w:endnote>
  <w:endnote w:type="continuationSeparator" w:id="0">
    <w:p w14:paraId="4D77FC72" w14:textId="77777777" w:rsidR="00B050C5" w:rsidRDefault="00B050C5" w:rsidP="00B05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64F343" w14:textId="56B615BC" w:rsidR="00B050C5" w:rsidRPr="00B050C5" w:rsidRDefault="00B050C5" w:rsidP="00B050C5">
    <w:pPr>
      <w:pStyle w:val="Fuzeile"/>
      <w:pBdr>
        <w:top w:val="single" w:sz="4" w:space="1" w:color="auto"/>
      </w:pBdr>
      <w:jc w:val="center"/>
      <w:rPr>
        <w:i/>
        <w:sz w:val="18"/>
      </w:rPr>
    </w:pPr>
    <w:r w:rsidRPr="00B050C5">
      <w:rPr>
        <w:i/>
        <w:sz w:val="18"/>
      </w:rPr>
      <w:t>Footer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45AFEC" w14:textId="77777777" w:rsidR="00B050C5" w:rsidRDefault="00B050C5" w:rsidP="00B050C5">
      <w:pPr>
        <w:spacing w:after="0" w:line="240" w:lineRule="auto"/>
      </w:pPr>
      <w:r>
        <w:separator/>
      </w:r>
    </w:p>
  </w:footnote>
  <w:footnote w:type="continuationSeparator" w:id="0">
    <w:p w14:paraId="539A327F" w14:textId="77777777" w:rsidR="00B050C5" w:rsidRDefault="00B050C5" w:rsidP="00B05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6E9863" w14:textId="551EC85E" w:rsidR="00B050C5" w:rsidRDefault="00B050C5" w:rsidP="00B050C5">
    <w:pPr>
      <w:pStyle w:val="Kopfzeile"/>
      <w:pBdr>
        <w:bottom w:val="single" w:sz="4" w:space="1" w:color="auto"/>
      </w:pBdr>
    </w:pPr>
    <w:r>
      <w:t>Purchase Offer</w:t>
    </w:r>
    <w:r>
      <w:tab/>
    </w:r>
    <w:r>
      <w:tab/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450F0B">
      <w:rPr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E25D83"/>
    <w:multiLevelType w:val="hybridMultilevel"/>
    <w:tmpl w:val="67964D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6CB"/>
    <w:rsid w:val="000456B5"/>
    <w:rsid w:val="000816CB"/>
    <w:rsid w:val="00150267"/>
    <w:rsid w:val="001B03FA"/>
    <w:rsid w:val="0031730B"/>
    <w:rsid w:val="00450F0B"/>
    <w:rsid w:val="00786559"/>
    <w:rsid w:val="007D7457"/>
    <w:rsid w:val="00840235"/>
    <w:rsid w:val="008829C1"/>
    <w:rsid w:val="00925D15"/>
    <w:rsid w:val="00B050C5"/>
    <w:rsid w:val="00D465D5"/>
    <w:rsid w:val="00E2298C"/>
    <w:rsid w:val="00FE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77A7EE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816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0816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0816CB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81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816CB"/>
    <w:rPr>
      <w:rFonts w:ascii="Tahoma" w:hAnsi="Tahoma" w:cs="Tahoma"/>
      <w:sz w:val="16"/>
      <w:szCs w:val="16"/>
      <w:lang w:val="en-US"/>
    </w:rPr>
  </w:style>
  <w:style w:type="paragraph" w:styleId="Titel">
    <w:name w:val="Title"/>
    <w:basedOn w:val="Standard"/>
    <w:next w:val="Standard"/>
    <w:link w:val="TitelZchn"/>
    <w:uiPriority w:val="10"/>
    <w:qFormat/>
    <w:rsid w:val="000816CB"/>
    <w:pPr>
      <w:spacing w:after="300" w:line="240" w:lineRule="auto"/>
      <w:contextualSpacing/>
    </w:pPr>
    <w:rPr>
      <w:rFonts w:ascii="Arial Narrow" w:eastAsiaTheme="majorEastAsia" w:hAnsi="Arial Narrow" w:cstheme="majorBidi"/>
      <w:color w:val="000000" w:themeColor="text1"/>
      <w:spacing w:val="5"/>
      <w:kern w:val="28"/>
      <w:sz w:val="4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0816CB"/>
    <w:rPr>
      <w:rFonts w:ascii="Arial Narrow" w:eastAsiaTheme="majorEastAsia" w:hAnsi="Arial Narrow" w:cstheme="majorBidi"/>
      <w:color w:val="000000" w:themeColor="text1"/>
      <w:spacing w:val="5"/>
      <w:kern w:val="28"/>
      <w:sz w:val="44"/>
      <w:szCs w:val="52"/>
      <w:lang w:val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816CB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B05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050C5"/>
  </w:style>
  <w:style w:type="paragraph" w:styleId="Fuzeile">
    <w:name w:val="footer"/>
    <w:basedOn w:val="Standard"/>
    <w:link w:val="FuzeileZchn"/>
    <w:uiPriority w:val="99"/>
    <w:unhideWhenUsed/>
    <w:rsid w:val="00B05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050C5"/>
  </w:style>
  <w:style w:type="paragraph" w:styleId="Listenabsatz">
    <w:name w:val="List Paragraph"/>
    <w:basedOn w:val="Standard"/>
    <w:uiPriority w:val="34"/>
    <w:qFormat/>
    <w:rsid w:val="00D465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816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0816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0816CB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81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816CB"/>
    <w:rPr>
      <w:rFonts w:ascii="Tahoma" w:hAnsi="Tahoma" w:cs="Tahoma"/>
      <w:sz w:val="16"/>
      <w:szCs w:val="16"/>
      <w:lang w:val="en-US"/>
    </w:rPr>
  </w:style>
  <w:style w:type="paragraph" w:styleId="Titel">
    <w:name w:val="Title"/>
    <w:basedOn w:val="Standard"/>
    <w:next w:val="Standard"/>
    <w:link w:val="TitelZchn"/>
    <w:uiPriority w:val="10"/>
    <w:qFormat/>
    <w:rsid w:val="000816CB"/>
    <w:pPr>
      <w:spacing w:after="300" w:line="240" w:lineRule="auto"/>
      <w:contextualSpacing/>
    </w:pPr>
    <w:rPr>
      <w:rFonts w:ascii="Arial Narrow" w:eastAsiaTheme="majorEastAsia" w:hAnsi="Arial Narrow" w:cstheme="majorBidi"/>
      <w:color w:val="000000" w:themeColor="text1"/>
      <w:spacing w:val="5"/>
      <w:kern w:val="28"/>
      <w:sz w:val="4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0816CB"/>
    <w:rPr>
      <w:rFonts w:ascii="Arial Narrow" w:eastAsiaTheme="majorEastAsia" w:hAnsi="Arial Narrow" w:cstheme="majorBidi"/>
      <w:color w:val="000000" w:themeColor="text1"/>
      <w:spacing w:val="5"/>
      <w:kern w:val="28"/>
      <w:sz w:val="44"/>
      <w:szCs w:val="52"/>
      <w:lang w:val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816CB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B05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050C5"/>
  </w:style>
  <w:style w:type="paragraph" w:styleId="Fuzeile">
    <w:name w:val="footer"/>
    <w:basedOn w:val="Standard"/>
    <w:link w:val="FuzeileZchn"/>
    <w:uiPriority w:val="99"/>
    <w:unhideWhenUsed/>
    <w:rsid w:val="00B05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050C5"/>
  </w:style>
  <w:style w:type="paragraph" w:styleId="Listenabsatz">
    <w:name w:val="List Paragraph"/>
    <w:basedOn w:val="Standard"/>
    <w:uiPriority w:val="34"/>
    <w:qFormat/>
    <w:rsid w:val="00D465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6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2267570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5BDFF13-FC0F-4F5D-BF52-7C69332A462C}"/>
      </w:docPartPr>
      <w:docPartBody>
        <w:p w:rsidR="002211C5" w:rsidRDefault="00E63B99">
          <w:r w:rsidRPr="001F067B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5F0243EA50F4DF9A5EECDCAA2A39F8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133433-78E9-4BA7-A8A1-BE30C79F3409}"/>
      </w:docPartPr>
      <w:docPartBody>
        <w:p w:rsidR="002211C5" w:rsidRDefault="00E63B99" w:rsidP="00E63B99">
          <w:pPr>
            <w:pStyle w:val="15F0243EA50F4DF9A5EECDCAA2A39F82"/>
          </w:pPr>
          <w:r w:rsidRPr="001F067B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6D2A9B81A7A46529FD0A83E0C8F82C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C3CDB8-CC6D-414D-97FE-6186B8306AC5}"/>
      </w:docPartPr>
      <w:docPartBody>
        <w:p w:rsidR="002211C5" w:rsidRDefault="00E63B99" w:rsidP="00E63B99">
          <w:pPr>
            <w:pStyle w:val="D6D2A9B81A7A46529FD0A83E0C8F82C8"/>
          </w:pPr>
          <w:r w:rsidRPr="001F067B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F84FAE8F0164D0FB42B94ACA607CF0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6962D5B-FE2A-4297-958E-DC1C93397D95}"/>
      </w:docPartPr>
      <w:docPartBody>
        <w:p w:rsidR="002211C5" w:rsidRDefault="00E63B99" w:rsidP="00E63B99">
          <w:pPr>
            <w:pStyle w:val="DF84FAE8F0164D0FB42B94ACA607CF08"/>
          </w:pPr>
          <w:r w:rsidRPr="001F067B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3A0D1E274AA4BE2AA0418E5B059C66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E4748D5-BDC3-4B47-9478-2769DCE247FD}"/>
      </w:docPartPr>
      <w:docPartBody>
        <w:p w:rsidR="002211C5" w:rsidRDefault="00E63B99" w:rsidP="00E63B99">
          <w:pPr>
            <w:pStyle w:val="33A0D1E274AA4BE2AA0418E5B059C663"/>
          </w:pPr>
          <w:r w:rsidRPr="001F067B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17B403ED9134AE3BEF087944E1619E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78D89D-9260-4815-83F7-C5536F61A737}"/>
      </w:docPartPr>
      <w:docPartBody>
        <w:p w:rsidR="002211C5" w:rsidRDefault="00E63B99" w:rsidP="00E63B99">
          <w:pPr>
            <w:pStyle w:val="C17B403ED9134AE3BEF087944E1619E4"/>
          </w:pPr>
          <w:r w:rsidRPr="001F067B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21154615AD1545CCA227633AF0733AB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0559565-13D2-4836-9E31-52C299A67014}"/>
      </w:docPartPr>
      <w:docPartBody>
        <w:p w:rsidR="002211C5" w:rsidRDefault="00E63B99" w:rsidP="00E63B99">
          <w:pPr>
            <w:pStyle w:val="21154615AD1545CCA227633AF0733AB1"/>
          </w:pPr>
          <w:r w:rsidRPr="001F067B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84D57E9-A8EA-4141-BC95-277978258B6E}"/>
      </w:docPartPr>
      <w:docPartBody>
        <w:p w:rsidR="00000000" w:rsidRDefault="002211C5">
          <w:r w:rsidRPr="00863246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63B99"/>
    <w:rsid w:val="002211C5"/>
    <w:rsid w:val="00E63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D9DEBC7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2211C5"/>
    <w:rPr>
      <w:color w:val="808080"/>
    </w:rPr>
  </w:style>
  <w:style w:type="paragraph" w:customStyle="1" w:styleId="15F0243EA50F4DF9A5EECDCAA2A39F82">
    <w:name w:val="15F0243EA50F4DF9A5EECDCAA2A39F82"/>
    <w:rsid w:val="00E63B99"/>
  </w:style>
  <w:style w:type="paragraph" w:customStyle="1" w:styleId="D6D2A9B81A7A46529FD0A83E0C8F82C8">
    <w:name w:val="D6D2A9B81A7A46529FD0A83E0C8F82C8"/>
    <w:rsid w:val="00E63B99"/>
  </w:style>
  <w:style w:type="paragraph" w:customStyle="1" w:styleId="DF84FAE8F0164D0FB42B94ACA607CF08">
    <w:name w:val="DF84FAE8F0164D0FB42B94ACA607CF08"/>
    <w:rsid w:val="00E63B99"/>
  </w:style>
  <w:style w:type="paragraph" w:customStyle="1" w:styleId="33A0D1E274AA4BE2AA0418E5B059C663">
    <w:name w:val="33A0D1E274AA4BE2AA0418E5B059C663"/>
    <w:rsid w:val="00E63B99"/>
  </w:style>
  <w:style w:type="paragraph" w:customStyle="1" w:styleId="C17B403ED9134AE3BEF087944E1619E4">
    <w:name w:val="C17B403ED9134AE3BEF087944E1619E4"/>
    <w:rsid w:val="00E63B99"/>
  </w:style>
  <w:style w:type="paragraph" w:customStyle="1" w:styleId="21154615AD1545CCA227633AF0733AB1">
    <w:name w:val="21154615AD1545CCA227633AF0733AB1"/>
    <w:rsid w:val="00E63B99"/>
  </w:style>
  <w:style w:type="paragraph" w:customStyle="1" w:styleId="407426AEFC594F08B87FFD93F7FB05A8">
    <w:name w:val="407426AEFC594F08B87FFD93F7FB05A8"/>
    <w:rsid w:val="002211C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2010-09-09T00:00:00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Entwicklung</dc:creator>
  <cp:lastModifiedBy>Entwicklung</cp:lastModifiedBy>
  <cp:revision>9</cp:revision>
  <dcterms:created xsi:type="dcterms:W3CDTF">2010-09-09T11:28:00Z</dcterms:created>
  <dcterms:modified xsi:type="dcterms:W3CDTF">2010-09-09T11:40:00Z</dcterms:modified>
</cp:coreProperties>
</file>